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B2E7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13</w:t>
      </w:r>
      <w:bookmarkStart w:id="0" w:name="_GoBack"/>
      <w:bookmarkEnd w:id="0"/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A441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0000F">
        <w:rPr>
          <w:rFonts w:ascii="Arial Narrow" w:hAnsi="Arial Narrow"/>
          <w:sz w:val="22"/>
          <w:lang w:val="de-DE"/>
        </w:rPr>
        <w:t>19</w:t>
      </w:r>
      <w:r w:rsidR="007A4410">
        <w:rPr>
          <w:rFonts w:ascii="Arial Narrow" w:hAnsi="Arial Narrow"/>
          <w:sz w:val="22"/>
          <w:lang w:val="de-DE"/>
        </w:rPr>
        <w:t>.06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017B73" w:rsidRDefault="0080000F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80000F" w:rsidRDefault="0080000F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Tanz-Referat – Spotify (Johannes)</w:t>
      </w:r>
    </w:p>
    <w:p w:rsidR="0080000F" w:rsidRPr="009A1BFD" w:rsidRDefault="0080000F" w:rsidP="008000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A1BFD">
        <w:rPr>
          <w:rFonts w:ascii="Arial Narrow" w:hAnsi="Arial Narrow"/>
          <w:sz w:val="22"/>
          <w:lang w:val="de-DE"/>
        </w:rPr>
        <w:t>AC-Flügel Reparaturvorschläge (Johannes)</w:t>
      </w:r>
    </w:p>
    <w:p w:rsidR="007C6507" w:rsidRDefault="007C6507" w:rsidP="007C65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GSG-Sommerfest (Sigi, Daniel, Tim)</w:t>
      </w:r>
    </w:p>
    <w:p w:rsidR="007C6507" w:rsidRDefault="007C6507" w:rsidP="007C650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Probleme</w:t>
      </w:r>
    </w:p>
    <w:p w:rsidR="007C6507" w:rsidRDefault="007C6507" w:rsidP="007C650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Kautionseinbehaltung?</w:t>
      </w:r>
    </w:p>
    <w:p w:rsidR="007C6507" w:rsidRDefault="00832A9A" w:rsidP="007C650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Zukunft ?</w:t>
      </w:r>
    </w:p>
    <w:p w:rsidR="007C6507" w:rsidRPr="00C14D40" w:rsidRDefault="007C6507" w:rsidP="007C65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Generelles</w:t>
      </w:r>
      <w:r w:rsidR="00832A9A">
        <w:rPr>
          <w:rFonts w:ascii="Arial Narrow" w:hAnsi="Arial Narrow"/>
          <w:sz w:val="22"/>
          <w:lang w:val="de-DE"/>
        </w:rPr>
        <w:t xml:space="preserve"> Formular</w:t>
      </w:r>
      <w:r>
        <w:rPr>
          <w:rFonts w:ascii="Arial Narrow" w:hAnsi="Arial Narrow"/>
          <w:sz w:val="22"/>
          <w:lang w:val="de-DE"/>
        </w:rPr>
        <w:t xml:space="preserve"> (Daniel)</w:t>
      </w:r>
    </w:p>
    <w:p w:rsidR="003A46D6" w:rsidRDefault="003A46D6" w:rsidP="003A46D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Aufgabenverteilung Semesterende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 xml:space="preserve"> -&gt; Luisa</w:t>
      </w:r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Erstitaschen</w:t>
      </w:r>
      <w:proofErr w:type="spellEnd"/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7C6507" w:rsidRPr="003A46D6" w:rsidRDefault="003A46D6" w:rsidP="003A46D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Fahrrad</w:t>
      </w:r>
      <w:r w:rsidR="004E58F7">
        <w:rPr>
          <w:rFonts w:ascii="Arial Narrow" w:hAnsi="Arial Narrow"/>
          <w:sz w:val="22"/>
          <w:lang w:val="de-DE"/>
        </w:rPr>
        <w:t>k</w:t>
      </w:r>
      <w:r>
        <w:rPr>
          <w:rFonts w:ascii="Arial Narrow" w:hAnsi="Arial Narrow"/>
          <w:sz w:val="22"/>
          <w:lang w:val="de-DE"/>
        </w:rPr>
        <w:t>äfig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B2E7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7B73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5429C"/>
    <w:rsid w:val="003602E4"/>
    <w:rsid w:val="0036697F"/>
    <w:rsid w:val="003733CC"/>
    <w:rsid w:val="003775B0"/>
    <w:rsid w:val="00380B31"/>
    <w:rsid w:val="00396AA7"/>
    <w:rsid w:val="003A46D6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58F7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B2E7D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75B28"/>
    <w:rsid w:val="00784186"/>
    <w:rsid w:val="007A4410"/>
    <w:rsid w:val="007B1EB9"/>
    <w:rsid w:val="007C6507"/>
    <w:rsid w:val="007C767B"/>
    <w:rsid w:val="007D46E4"/>
    <w:rsid w:val="007D7C7C"/>
    <w:rsid w:val="007E031D"/>
    <w:rsid w:val="007F047A"/>
    <w:rsid w:val="0080000F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2A9A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A1BFD"/>
    <w:rsid w:val="009B7B2F"/>
    <w:rsid w:val="009C2FB7"/>
    <w:rsid w:val="009C5299"/>
    <w:rsid w:val="009D3E73"/>
    <w:rsid w:val="009E6CE4"/>
    <w:rsid w:val="009F66B6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A3D8F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A5A53"/>
    <w:rsid w:val="00DD1790"/>
    <w:rsid w:val="00DE1988"/>
    <w:rsid w:val="00DE1F6C"/>
    <w:rsid w:val="00DE2509"/>
    <w:rsid w:val="00E06528"/>
    <w:rsid w:val="00E1673A"/>
    <w:rsid w:val="00E1764A"/>
    <w:rsid w:val="00E206F4"/>
    <w:rsid w:val="00E22FC0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11</cp:revision>
  <cp:lastPrinted>2018-06-19T11:03:00Z</cp:lastPrinted>
  <dcterms:created xsi:type="dcterms:W3CDTF">2018-06-11T16:10:00Z</dcterms:created>
  <dcterms:modified xsi:type="dcterms:W3CDTF">2018-06-19T12:10:00Z</dcterms:modified>
</cp:coreProperties>
</file>